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6C" w:rsidRPr="00C722E2" w:rsidRDefault="00DC736C" w:rsidP="00467C15">
      <w:pPr>
        <w:jc w:val="right"/>
        <w:rPr>
          <w:i/>
          <w:iCs/>
          <w:u w:val="single"/>
        </w:rPr>
      </w:pPr>
      <w:r w:rsidRPr="00C722E2">
        <w:rPr>
          <w:i/>
          <w:iCs/>
          <w:u w:val="single"/>
        </w:rPr>
        <w:t xml:space="preserve">Mẫu </w:t>
      </w:r>
      <w:r>
        <w:rPr>
          <w:i/>
          <w:iCs/>
          <w:u w:val="single"/>
        </w:rPr>
        <w:t>2</w:t>
      </w:r>
    </w:p>
    <w:tbl>
      <w:tblPr>
        <w:tblW w:w="10349" w:type="dxa"/>
        <w:jc w:val="center"/>
        <w:tblLayout w:type="fixed"/>
        <w:tblLook w:val="0000"/>
      </w:tblPr>
      <w:tblGrid>
        <w:gridCol w:w="4679"/>
        <w:gridCol w:w="5670"/>
      </w:tblGrid>
      <w:tr w:rsidR="00DC736C" w:rsidRPr="00456C3E">
        <w:trPr>
          <w:trHeight w:val="1512"/>
          <w:jc w:val="center"/>
        </w:trPr>
        <w:tc>
          <w:tcPr>
            <w:tcW w:w="4679" w:type="dxa"/>
          </w:tcPr>
          <w:p w:rsidR="00DC736C" w:rsidRPr="00917D98" w:rsidRDefault="00DC736C" w:rsidP="00467C15">
            <w:pPr>
              <w:jc w:val="center"/>
            </w:pPr>
            <w:r>
              <w:t>HỌC VIỆN NÔNG NGHIỆP VIỆT NAM</w:t>
            </w:r>
          </w:p>
          <w:p w:rsidR="00DC736C" w:rsidRPr="00753C18" w:rsidRDefault="00DC736C" w:rsidP="00467C15">
            <w:pPr>
              <w:jc w:val="center"/>
              <w:rPr>
                <w:b/>
                <w:bCs/>
              </w:rPr>
            </w:pPr>
            <w:r w:rsidRPr="00917D98">
              <w:br w:type="page"/>
            </w:r>
            <w:r w:rsidRPr="00753C18">
              <w:rPr>
                <w:b/>
                <w:bCs/>
              </w:rPr>
              <w:t>(ĐƠN VỊ)</w:t>
            </w:r>
          </w:p>
          <w:p w:rsidR="00DC736C" w:rsidRDefault="00DC736C" w:rsidP="00467C15">
            <w:pPr>
              <w:spacing w:after="60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Straight Connector 2" o:spid="_x0000_s1026" style="position:absolute;left:0;text-align:left;z-index:251658240;visibility:visible" from="65.95pt,8.5pt" to="130.75pt,8.5pt"/>
              </w:pict>
            </w:r>
          </w:p>
          <w:p w:rsidR="00DC736C" w:rsidRPr="008F060E" w:rsidRDefault="00DC736C" w:rsidP="00467C15">
            <w:pPr>
              <w:spacing w:line="19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DC736C" w:rsidRPr="00456C3E" w:rsidRDefault="00DC736C" w:rsidP="00467C15">
            <w:pPr>
              <w:pStyle w:val="Heading7"/>
              <w:jc w:val="center"/>
            </w:pPr>
            <w:r w:rsidRPr="00456C3E">
              <w:t>CỘNG HOÀ XÃ HỘI CHỦ NGHĨA VIỆT NAM</w:t>
            </w:r>
          </w:p>
          <w:p w:rsidR="00DC736C" w:rsidRPr="00456C3E" w:rsidRDefault="00DC736C" w:rsidP="00467C15">
            <w:pPr>
              <w:jc w:val="center"/>
              <w:rPr>
                <w:b/>
                <w:bCs/>
              </w:rPr>
            </w:pPr>
            <w:r w:rsidRPr="00456C3E">
              <w:rPr>
                <w:b/>
                <w:bCs/>
              </w:rPr>
              <w:t>Độc lập - Tự do - Hạnh phúc</w:t>
            </w:r>
          </w:p>
          <w:p w:rsidR="00DC736C" w:rsidRPr="00456C3E" w:rsidRDefault="00DC736C" w:rsidP="00467C15">
            <w:pPr>
              <w:jc w:val="center"/>
            </w:pPr>
            <w:r>
              <w:rPr>
                <w:noProof/>
              </w:rPr>
              <w:pict>
                <v:line id="Straight Connector 1" o:spid="_x0000_s1027" style="position:absolute;left:0;text-align:left;z-index:251657216;visibility:visible" from="61.9pt,2.8pt" to="227.5pt,2.8pt">
                  <v:stroke startarrowwidth="narrow" startarrowlength="short" endarrowwidth="narrow" endarrowlength="short"/>
                </v:line>
              </w:pict>
            </w:r>
          </w:p>
          <w:p w:rsidR="00DC736C" w:rsidRPr="00900C93" w:rsidRDefault="00DC736C" w:rsidP="00467C15">
            <w:pPr>
              <w:jc w:val="center"/>
              <w:rPr>
                <w:i/>
                <w:iCs/>
              </w:rPr>
            </w:pPr>
            <w:r w:rsidRPr="00B53C0D">
              <w:rPr>
                <w:i/>
                <w:iCs/>
                <w:sz w:val="20"/>
                <w:szCs w:val="20"/>
              </w:rPr>
              <w:t>............</w:t>
            </w:r>
            <w:r w:rsidRPr="00900C93">
              <w:rPr>
                <w:i/>
                <w:iCs/>
              </w:rPr>
              <w:t>, ngày</w:t>
            </w:r>
            <w:r w:rsidRPr="00B53C0D">
              <w:rPr>
                <w:i/>
                <w:iCs/>
                <w:sz w:val="20"/>
                <w:szCs w:val="20"/>
              </w:rPr>
              <w:t>…….</w:t>
            </w:r>
            <w:r w:rsidRPr="00900C93">
              <w:rPr>
                <w:i/>
                <w:iCs/>
              </w:rPr>
              <w:t xml:space="preserve"> tháng</w:t>
            </w:r>
            <w:r w:rsidRPr="00B53C0D">
              <w:rPr>
                <w:i/>
                <w:iCs/>
                <w:sz w:val="20"/>
                <w:szCs w:val="20"/>
              </w:rPr>
              <w:t>……..</w:t>
            </w:r>
            <w:r w:rsidRPr="00900C93">
              <w:rPr>
                <w:i/>
                <w:iCs/>
              </w:rPr>
              <w:t xml:space="preserve"> năm 20</w:t>
            </w:r>
            <w:r w:rsidRPr="00B53C0D">
              <w:rPr>
                <w:i/>
                <w:iCs/>
                <w:sz w:val="20"/>
                <w:szCs w:val="20"/>
              </w:rPr>
              <w:t>...</w:t>
            </w:r>
            <w:r>
              <w:rPr>
                <w:i/>
                <w:iCs/>
                <w:sz w:val="20"/>
                <w:szCs w:val="20"/>
              </w:rPr>
              <w:t>..</w:t>
            </w:r>
            <w:r w:rsidRPr="00B53C0D">
              <w:rPr>
                <w:i/>
                <w:iCs/>
                <w:sz w:val="20"/>
                <w:szCs w:val="20"/>
              </w:rPr>
              <w:t>...</w:t>
            </w:r>
          </w:p>
        </w:tc>
      </w:tr>
    </w:tbl>
    <w:p w:rsidR="00DC736C" w:rsidRDefault="00DC736C" w:rsidP="00467C15"/>
    <w:p w:rsidR="00DC736C" w:rsidRDefault="00DC736C" w:rsidP="00467C15">
      <w:pPr>
        <w:pStyle w:val="Heading3"/>
        <w:jc w:val="center"/>
        <w:rPr>
          <w:rFonts w:ascii="Times New Roman" w:hAnsi="Times New Roman" w:cs="Times New Roman"/>
        </w:rPr>
      </w:pPr>
      <w:r w:rsidRPr="00456C3E">
        <w:rPr>
          <w:rFonts w:ascii="Times New Roman" w:hAnsi="Times New Roman" w:cs="Times New Roman"/>
        </w:rPr>
        <w:t>BIÊN BẢN</w:t>
      </w:r>
      <w:r>
        <w:rPr>
          <w:rFonts w:ascii="Times New Roman" w:hAnsi="Times New Roman" w:cs="Times New Roman"/>
        </w:rPr>
        <w:t xml:space="preserve"> HỌP GIỚI THIỆU VÀ BỎ PHIẾU TÍN NHIỆM</w:t>
      </w:r>
    </w:p>
    <w:p w:rsidR="00DC736C" w:rsidRPr="00456C3E" w:rsidRDefault="00DC736C" w:rsidP="00467C15">
      <w:pPr>
        <w:pStyle w:val="Heading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DANH HIỆU </w:t>
      </w:r>
      <w:r w:rsidRPr="00456C3E">
        <w:rPr>
          <w:rFonts w:ascii="Times New Roman" w:hAnsi="Times New Roman" w:cs="Times New Roman"/>
        </w:rPr>
        <w:t>NHÀ GIÁO NHÂN DÂN</w:t>
      </w:r>
      <w:r>
        <w:rPr>
          <w:rFonts w:ascii="Times New Roman" w:hAnsi="Times New Roman" w:cs="Times New Roman"/>
        </w:rPr>
        <w:t>, NHÀ GIÁO ƯU TÚ LẦN THỨ 15</w:t>
      </w:r>
    </w:p>
    <w:p w:rsidR="00DC736C" w:rsidRPr="00456C3E" w:rsidRDefault="00DC736C" w:rsidP="00467C15"/>
    <w:p w:rsidR="00DC736C" w:rsidRDefault="00DC736C" w:rsidP="00467C15">
      <w:pPr>
        <w:pStyle w:val="ListParagraph"/>
        <w:numPr>
          <w:ilvl w:val="0"/>
          <w:numId w:val="1"/>
        </w:numPr>
        <w:spacing w:line="276" w:lineRule="auto"/>
        <w:jc w:val="both"/>
      </w:pPr>
      <w:r>
        <w:t>Chủ trì: ………………………………………..</w:t>
      </w:r>
    </w:p>
    <w:p w:rsidR="00DC736C" w:rsidRDefault="00DC736C" w:rsidP="00467C15">
      <w:pPr>
        <w:pStyle w:val="ListParagraph"/>
        <w:numPr>
          <w:ilvl w:val="0"/>
          <w:numId w:val="1"/>
        </w:numPr>
        <w:spacing w:line="276" w:lineRule="auto"/>
        <w:jc w:val="both"/>
      </w:pPr>
      <w:r>
        <w:t>Thời gian: …………………………; Địa điểm: ………………………………..</w:t>
      </w:r>
    </w:p>
    <w:p w:rsidR="00DC736C" w:rsidRDefault="00DC736C" w:rsidP="00467C15">
      <w:pPr>
        <w:spacing w:line="276" w:lineRule="auto"/>
        <w:ind w:firstLine="540"/>
        <w:jc w:val="both"/>
      </w:pPr>
      <w:r>
        <w:t xml:space="preserve">3. Thành phần: Toàn thể công chức, viên chức và người lao động trong đơn vị. Tham gia phiên họp có </w:t>
      </w:r>
      <w:r w:rsidRPr="00B30509">
        <w:rPr>
          <w:sz w:val="20"/>
          <w:szCs w:val="20"/>
        </w:rPr>
        <w:t>………….</w:t>
      </w:r>
      <w:r>
        <w:t xml:space="preserve"> người, Vắng  ……… người, lý do: …………………………………….</w:t>
      </w:r>
    </w:p>
    <w:p w:rsidR="00DC736C" w:rsidRDefault="00DC736C" w:rsidP="00467C15">
      <w:pPr>
        <w:spacing w:line="276" w:lineRule="auto"/>
        <w:ind w:firstLine="540"/>
        <w:jc w:val="both"/>
      </w:pPr>
      <w:r w:rsidRPr="00456C3E">
        <w:t xml:space="preserve"> </w:t>
      </w:r>
      <w:r>
        <w:t xml:space="preserve">4. Chủ trì phổ biến tiêu chuẩn xét chọn danh hiệu </w:t>
      </w:r>
      <w:r w:rsidRPr="00456C3E">
        <w:t xml:space="preserve">Nhà giáo </w:t>
      </w:r>
      <w:r>
        <w:t>N</w:t>
      </w:r>
      <w:r w:rsidRPr="00456C3E">
        <w:t>hân dân</w:t>
      </w:r>
      <w:r>
        <w:t xml:space="preserve">, Nhà giáo Ưu tú và giới thiệu công khai những người đủ tiêu chuẩn xét tặng </w:t>
      </w:r>
      <w:r w:rsidRPr="00456C3E">
        <w:t xml:space="preserve">danh hiệu Nhà giáo </w:t>
      </w:r>
      <w:r>
        <w:t>N</w:t>
      </w:r>
      <w:r w:rsidRPr="00456C3E">
        <w:t>hân dân</w:t>
      </w:r>
      <w:r>
        <w:t>, Nhà giáo Ưu tú lần thứ 15, năm 2020.</w:t>
      </w:r>
    </w:p>
    <w:p w:rsidR="00DC736C" w:rsidRDefault="00DC736C" w:rsidP="00467C15">
      <w:pPr>
        <w:spacing w:line="276" w:lineRule="auto"/>
        <w:ind w:firstLine="540"/>
        <w:jc w:val="both"/>
      </w:pPr>
      <w:r>
        <w:t>5. Toàn thể công chức, viên chức và người lao động trong đơn vị trao đổi thành tích công lao của từng người, so sánh, đối chiếu với tiêu chuẩn.</w:t>
      </w:r>
    </w:p>
    <w:p w:rsidR="00DC736C" w:rsidRDefault="00DC736C" w:rsidP="00467C15">
      <w:pPr>
        <w:spacing w:line="276" w:lineRule="auto"/>
        <w:ind w:firstLine="540"/>
        <w:jc w:val="both"/>
      </w:pPr>
      <w:r>
        <w:t>Ý kiến 1:……………………………………………………………………</w:t>
      </w:r>
    </w:p>
    <w:p w:rsidR="00DC736C" w:rsidRDefault="00DC736C" w:rsidP="00467C15">
      <w:pPr>
        <w:spacing w:line="276" w:lineRule="auto"/>
        <w:ind w:firstLine="540"/>
        <w:jc w:val="both"/>
      </w:pPr>
      <w:r>
        <w:t>Ý kiến 2:……………………………………………………………………</w:t>
      </w:r>
    </w:p>
    <w:p w:rsidR="00DC736C" w:rsidRDefault="00DC736C" w:rsidP="00467C15">
      <w:pPr>
        <w:spacing w:line="276" w:lineRule="auto"/>
        <w:ind w:firstLine="540"/>
        <w:jc w:val="both"/>
      </w:pPr>
      <w:r>
        <w:t>………………………………………………………………………………</w:t>
      </w:r>
    </w:p>
    <w:p w:rsidR="00DC736C" w:rsidRDefault="00DC736C" w:rsidP="00467C15">
      <w:pPr>
        <w:spacing w:line="276" w:lineRule="auto"/>
        <w:ind w:firstLine="540"/>
        <w:jc w:val="both"/>
      </w:pPr>
      <w:r>
        <w:t>6. Bỏ phiếu tín nhiệm</w:t>
      </w:r>
    </w:p>
    <w:p w:rsidR="00DC736C" w:rsidRPr="004D0AA2" w:rsidRDefault="00DC736C" w:rsidP="00467C15">
      <w:pPr>
        <w:spacing w:line="276" w:lineRule="auto"/>
        <w:ind w:firstLine="540"/>
        <w:jc w:val="both"/>
        <w:rPr>
          <w:spacing w:val="-6"/>
        </w:rPr>
      </w:pPr>
      <w:r>
        <w:t xml:space="preserve">6.1. Đơn vị đã đề cử </w:t>
      </w:r>
      <w:r w:rsidRPr="007173DA">
        <w:rPr>
          <w:sz w:val="20"/>
          <w:szCs w:val="20"/>
        </w:rPr>
        <w:t>…</w:t>
      </w:r>
      <w:r>
        <w:rPr>
          <w:sz w:val="20"/>
          <w:szCs w:val="20"/>
        </w:rPr>
        <w:t>…</w:t>
      </w:r>
      <w:r w:rsidRPr="007173DA">
        <w:rPr>
          <w:sz w:val="20"/>
          <w:szCs w:val="20"/>
        </w:rPr>
        <w:t xml:space="preserve">. </w:t>
      </w:r>
      <w:r>
        <w:t xml:space="preserve">đồng chí </w:t>
      </w:r>
      <w:r w:rsidRPr="004D0AA2">
        <w:rPr>
          <w:spacing w:val="-6"/>
        </w:rPr>
        <w:t>vào ban kiểm phiếu</w:t>
      </w:r>
      <w:r>
        <w:rPr>
          <w:spacing w:val="-6"/>
        </w:rPr>
        <w:t xml:space="preserve">, </w:t>
      </w:r>
      <w:r w:rsidRPr="004D0AA2">
        <w:rPr>
          <w:spacing w:val="-6"/>
        </w:rPr>
        <w:t>gồm các ông (bà) sau:</w:t>
      </w:r>
    </w:p>
    <w:p w:rsidR="00DC736C" w:rsidRPr="00456C3E" w:rsidRDefault="00DC736C" w:rsidP="00467C15">
      <w:pPr>
        <w:spacing w:line="276" w:lineRule="auto"/>
        <w:ind w:firstLine="720"/>
        <w:jc w:val="both"/>
      </w:pPr>
      <w:r w:rsidRPr="00456C3E">
        <w:t>-</w:t>
      </w:r>
      <w:r>
        <w:t xml:space="preserve"> </w:t>
      </w:r>
      <w:r w:rsidRPr="00456C3E">
        <w:t>Trưởng ban kiểm phiếu:</w:t>
      </w:r>
      <w:r w:rsidRPr="00456C3E">
        <w:rPr>
          <w:sz w:val="20"/>
          <w:szCs w:val="20"/>
        </w:rPr>
        <w:t xml:space="preserve"> </w:t>
      </w:r>
      <w:r>
        <w:rPr>
          <w:sz w:val="20"/>
          <w:szCs w:val="20"/>
        </w:rPr>
        <w:t>..................</w:t>
      </w:r>
      <w:r w:rsidRPr="00456C3E">
        <w:rPr>
          <w:sz w:val="20"/>
          <w:szCs w:val="20"/>
        </w:rPr>
        <w:t>...............................................................</w:t>
      </w:r>
      <w:r>
        <w:rPr>
          <w:sz w:val="20"/>
          <w:szCs w:val="20"/>
        </w:rPr>
        <w:t>.......</w:t>
      </w:r>
      <w:r w:rsidRPr="00456C3E">
        <w:rPr>
          <w:sz w:val="20"/>
          <w:szCs w:val="20"/>
        </w:rPr>
        <w:t xml:space="preserve"> </w:t>
      </w:r>
    </w:p>
    <w:p w:rsidR="00DC736C" w:rsidRDefault="00DC736C" w:rsidP="00467C15">
      <w:pPr>
        <w:tabs>
          <w:tab w:val="left" w:pos="2160"/>
        </w:tabs>
        <w:spacing w:line="276" w:lineRule="auto"/>
        <w:ind w:left="2160" w:hanging="1440"/>
        <w:jc w:val="both"/>
      </w:pPr>
      <w:r>
        <w:t xml:space="preserve">- Các uỷ viên: </w:t>
      </w:r>
      <w:r w:rsidRPr="00456C3E">
        <w:t>1</w:t>
      </w:r>
      <w:r w:rsidRPr="00456C3E">
        <w:rPr>
          <w:sz w:val="20"/>
          <w:szCs w:val="20"/>
        </w:rPr>
        <w:t>.......................................</w:t>
      </w:r>
      <w:r>
        <w:rPr>
          <w:sz w:val="20"/>
          <w:szCs w:val="20"/>
        </w:rPr>
        <w:t>..........</w:t>
      </w:r>
      <w:r w:rsidRPr="00456C3E">
        <w:rPr>
          <w:sz w:val="20"/>
          <w:szCs w:val="20"/>
        </w:rPr>
        <w:t>..........................................................</w:t>
      </w:r>
      <w:r w:rsidRPr="00456C3E">
        <w:tab/>
      </w:r>
      <w:r w:rsidRPr="00456C3E">
        <w:tab/>
        <w:t xml:space="preserve">   </w:t>
      </w:r>
      <w:r>
        <w:t xml:space="preserve">         </w:t>
      </w:r>
      <w:r w:rsidRPr="00456C3E">
        <w:t>2</w:t>
      </w:r>
      <w:r>
        <w:rPr>
          <w:sz w:val="20"/>
          <w:szCs w:val="20"/>
        </w:rPr>
        <w:t>....</w:t>
      </w:r>
      <w:r w:rsidRPr="00456C3E">
        <w:rPr>
          <w:sz w:val="20"/>
          <w:szCs w:val="20"/>
        </w:rPr>
        <w:t>...........................................................................................</w:t>
      </w:r>
      <w:r>
        <w:rPr>
          <w:sz w:val="20"/>
          <w:szCs w:val="20"/>
        </w:rPr>
        <w:t>......</w:t>
      </w:r>
      <w:r w:rsidRPr="00456C3E">
        <w:rPr>
          <w:sz w:val="20"/>
          <w:szCs w:val="20"/>
        </w:rPr>
        <w:t>......</w:t>
      </w:r>
    </w:p>
    <w:p w:rsidR="00DC736C" w:rsidRDefault="00DC736C" w:rsidP="00467C15">
      <w:pPr>
        <w:spacing w:line="276" w:lineRule="auto"/>
        <w:ind w:firstLine="2160"/>
        <w:jc w:val="both"/>
      </w:pPr>
      <w:r w:rsidRPr="00456C3E">
        <w:t>3</w:t>
      </w:r>
      <w:r w:rsidRPr="00456C3E">
        <w:rPr>
          <w:sz w:val="20"/>
          <w:szCs w:val="20"/>
        </w:rPr>
        <w:t>..............................................................................................</w:t>
      </w:r>
      <w:r>
        <w:rPr>
          <w:sz w:val="20"/>
          <w:szCs w:val="20"/>
        </w:rPr>
        <w:t>......</w:t>
      </w:r>
      <w:r w:rsidRPr="00456C3E">
        <w:rPr>
          <w:sz w:val="20"/>
          <w:szCs w:val="20"/>
        </w:rPr>
        <w:t>.......</w:t>
      </w:r>
    </w:p>
    <w:p w:rsidR="00DC736C" w:rsidRPr="00456C3E" w:rsidRDefault="00DC736C" w:rsidP="00467C15">
      <w:pPr>
        <w:spacing w:line="276" w:lineRule="auto"/>
        <w:ind w:firstLine="2160"/>
        <w:jc w:val="both"/>
      </w:pPr>
      <w:r w:rsidRPr="00456C3E">
        <w:t>4</w:t>
      </w:r>
      <w:r w:rsidRPr="00456C3E">
        <w:rPr>
          <w:sz w:val="20"/>
          <w:szCs w:val="20"/>
        </w:rPr>
        <w:t>..........</w:t>
      </w:r>
      <w:r>
        <w:rPr>
          <w:sz w:val="20"/>
          <w:szCs w:val="20"/>
        </w:rPr>
        <w:t>.</w:t>
      </w:r>
      <w:r w:rsidRPr="00456C3E">
        <w:rPr>
          <w:sz w:val="20"/>
          <w:szCs w:val="20"/>
        </w:rPr>
        <w:t>...................................................................................</w:t>
      </w:r>
      <w:r>
        <w:rPr>
          <w:sz w:val="20"/>
          <w:szCs w:val="20"/>
        </w:rPr>
        <w:t>.....</w:t>
      </w:r>
      <w:r w:rsidRPr="00456C3E">
        <w:rPr>
          <w:sz w:val="20"/>
          <w:szCs w:val="20"/>
        </w:rPr>
        <w:t>........</w:t>
      </w:r>
    </w:p>
    <w:p w:rsidR="00DC736C" w:rsidRDefault="00DC736C" w:rsidP="00467C15">
      <w:pPr>
        <w:spacing w:line="276" w:lineRule="auto"/>
        <w:ind w:firstLine="540"/>
        <w:jc w:val="both"/>
      </w:pPr>
      <w:r>
        <w:t xml:space="preserve">6.2. Ban kiểm phiếu hướng dẫn cách ghi phiếu </w:t>
      </w:r>
    </w:p>
    <w:p w:rsidR="00DC736C" w:rsidRDefault="00DC736C" w:rsidP="00467C15">
      <w:pPr>
        <w:spacing w:line="276" w:lineRule="auto"/>
        <w:ind w:firstLine="540"/>
        <w:jc w:val="both"/>
      </w:pPr>
      <w:r>
        <w:t>6.3. Kết quả bỏ phiếu tín nhiệm:</w:t>
      </w:r>
    </w:p>
    <w:p w:rsidR="00DC736C" w:rsidRPr="00456C3E" w:rsidRDefault="00DC736C" w:rsidP="00467C15">
      <w:pPr>
        <w:spacing w:line="276" w:lineRule="auto"/>
        <w:ind w:firstLine="540"/>
        <w:jc w:val="both"/>
      </w:pPr>
      <w:r w:rsidRPr="00456C3E">
        <w:t xml:space="preserve">Tổng số </w:t>
      </w:r>
      <w:r>
        <w:t>công chức, viên chức</w:t>
      </w:r>
      <w:r w:rsidRPr="00885784">
        <w:t xml:space="preserve"> </w:t>
      </w:r>
      <w:r>
        <w:t>và người lao động của đơn vị</w:t>
      </w:r>
      <w:r w:rsidRPr="00456C3E">
        <w:t xml:space="preserve">: </w:t>
      </w:r>
      <w:r w:rsidRPr="00456C3E">
        <w:rPr>
          <w:sz w:val="20"/>
          <w:szCs w:val="20"/>
        </w:rPr>
        <w:t xml:space="preserve">......................... </w:t>
      </w:r>
      <w:r w:rsidRPr="00456C3E">
        <w:t>người.</w:t>
      </w:r>
    </w:p>
    <w:p w:rsidR="00DC736C" w:rsidRDefault="00DC736C" w:rsidP="00467C15">
      <w:pPr>
        <w:tabs>
          <w:tab w:val="left" w:pos="720"/>
        </w:tabs>
        <w:spacing w:line="276" w:lineRule="auto"/>
        <w:ind w:firstLine="540"/>
        <w:jc w:val="both"/>
      </w:pPr>
      <w:r w:rsidRPr="00456C3E">
        <w:t xml:space="preserve">- Số </w:t>
      </w:r>
      <w:r>
        <w:t>người</w:t>
      </w:r>
      <w:r w:rsidRPr="00456C3E">
        <w:t xml:space="preserve"> tham gia bỏ phiếu: </w:t>
      </w:r>
      <w:r w:rsidRPr="00456C3E">
        <w:rPr>
          <w:sz w:val="20"/>
          <w:szCs w:val="20"/>
        </w:rPr>
        <w:t>.........</w:t>
      </w:r>
      <w:r w:rsidRPr="00456C3E">
        <w:t xml:space="preserve"> người</w:t>
      </w:r>
      <w:r>
        <w:t xml:space="preserve">, </w:t>
      </w:r>
    </w:p>
    <w:p w:rsidR="00DC736C" w:rsidRPr="00456C3E" w:rsidRDefault="00DC736C" w:rsidP="00467C15">
      <w:pPr>
        <w:tabs>
          <w:tab w:val="left" w:pos="720"/>
        </w:tabs>
        <w:spacing w:line="276" w:lineRule="auto"/>
        <w:ind w:firstLine="540"/>
        <w:jc w:val="both"/>
      </w:pPr>
      <w:r>
        <w:t xml:space="preserve">- </w:t>
      </w:r>
      <w:r w:rsidRPr="00456C3E">
        <w:t xml:space="preserve">Số </w:t>
      </w:r>
      <w:r>
        <w:t>người</w:t>
      </w:r>
      <w:r w:rsidRPr="00456C3E">
        <w:t xml:space="preserve"> </w:t>
      </w:r>
      <w:r>
        <w:t xml:space="preserve">có mặt nhưng </w:t>
      </w:r>
      <w:r w:rsidRPr="00456C3E">
        <w:t xml:space="preserve">không tham gia bỏ phiếu: </w:t>
      </w:r>
      <w:r w:rsidRPr="00456C3E">
        <w:rPr>
          <w:sz w:val="20"/>
          <w:szCs w:val="20"/>
        </w:rPr>
        <w:t xml:space="preserve">.......... </w:t>
      </w:r>
      <w:r w:rsidRPr="00456C3E">
        <w:t>người.</w:t>
      </w:r>
      <w:r>
        <w:t xml:space="preserve"> </w:t>
      </w:r>
      <w:r w:rsidRPr="00456C3E">
        <w:t xml:space="preserve">Lý do: </w:t>
      </w:r>
      <w:r w:rsidRPr="00456C3E">
        <w:rPr>
          <w:sz w:val="20"/>
          <w:szCs w:val="20"/>
        </w:rPr>
        <w:t>.................</w:t>
      </w:r>
    </w:p>
    <w:p w:rsidR="00DC736C" w:rsidRPr="00456C3E" w:rsidRDefault="00DC736C" w:rsidP="00467C15">
      <w:pPr>
        <w:tabs>
          <w:tab w:val="left" w:pos="540"/>
        </w:tabs>
        <w:spacing w:line="276" w:lineRule="auto"/>
      </w:pPr>
      <w:r w:rsidRPr="00456C3E">
        <w:tab/>
        <w:t xml:space="preserve">- Số phiếu phát </w:t>
      </w:r>
      <w:r>
        <w:t>ra</w:t>
      </w:r>
      <w:r w:rsidRPr="00456C3E">
        <w:t xml:space="preserve">: </w:t>
      </w:r>
      <w:r w:rsidRPr="00456C3E">
        <w:rPr>
          <w:sz w:val="20"/>
          <w:szCs w:val="20"/>
        </w:rPr>
        <w:t>................................</w:t>
      </w:r>
      <w:r w:rsidRPr="00456C3E">
        <w:t xml:space="preserve"> phiếu</w:t>
      </w:r>
    </w:p>
    <w:p w:rsidR="00DC736C" w:rsidRDefault="00DC736C" w:rsidP="00467C15">
      <w:pPr>
        <w:tabs>
          <w:tab w:val="left" w:pos="540"/>
        </w:tabs>
        <w:spacing w:line="276" w:lineRule="auto"/>
      </w:pPr>
      <w:r w:rsidRPr="00456C3E">
        <w:tab/>
        <w:t xml:space="preserve">- Số phiếu thu về hợp lệ: </w:t>
      </w:r>
      <w:r w:rsidRPr="00456C3E">
        <w:rPr>
          <w:sz w:val="20"/>
          <w:szCs w:val="20"/>
        </w:rPr>
        <w:t>..........</w:t>
      </w:r>
      <w:r>
        <w:rPr>
          <w:sz w:val="20"/>
          <w:szCs w:val="20"/>
        </w:rPr>
        <w:t>..</w:t>
      </w:r>
      <w:r w:rsidRPr="00456C3E">
        <w:rPr>
          <w:sz w:val="20"/>
          <w:szCs w:val="20"/>
        </w:rPr>
        <w:t>..</w:t>
      </w:r>
      <w:r w:rsidRPr="00456C3E">
        <w:t xml:space="preserve"> phiếu</w:t>
      </w:r>
      <w:r>
        <w:t xml:space="preserve">, </w:t>
      </w:r>
    </w:p>
    <w:p w:rsidR="00DC736C" w:rsidRPr="00456C3E" w:rsidRDefault="00DC736C" w:rsidP="00467C15">
      <w:pPr>
        <w:tabs>
          <w:tab w:val="left" w:pos="540"/>
        </w:tabs>
        <w:spacing w:line="276" w:lineRule="auto"/>
      </w:pPr>
      <w:r>
        <w:tab/>
        <w:t xml:space="preserve">- </w:t>
      </w:r>
      <w:r w:rsidRPr="00456C3E">
        <w:t xml:space="preserve">Số phiếu thu về không hợp lệ: </w:t>
      </w:r>
      <w:r w:rsidRPr="00456C3E">
        <w:rPr>
          <w:sz w:val="20"/>
          <w:szCs w:val="20"/>
        </w:rPr>
        <w:t>.........</w:t>
      </w:r>
      <w:r>
        <w:rPr>
          <w:sz w:val="20"/>
          <w:szCs w:val="20"/>
        </w:rPr>
        <w:t>..</w:t>
      </w:r>
      <w:r w:rsidRPr="00456C3E">
        <w:rPr>
          <w:sz w:val="20"/>
          <w:szCs w:val="20"/>
        </w:rPr>
        <w:t>......</w:t>
      </w:r>
      <w:r w:rsidRPr="00456C3E">
        <w:t xml:space="preserve"> phiếu.</w:t>
      </w:r>
    </w:p>
    <w:p w:rsidR="00DC736C" w:rsidRDefault="00DC736C" w:rsidP="00467C15">
      <w:pPr>
        <w:spacing w:after="180" w:line="276" w:lineRule="auto"/>
        <w:ind w:firstLine="547"/>
        <w:jc w:val="both"/>
      </w:pPr>
      <w:r w:rsidRPr="009A69B0">
        <w:t>Kết quả kiểm phiếu tín nhiệm danh hiệu Nhà giáo Nhân dân, Nhà giáo Ưu tú:</w:t>
      </w:r>
    </w:p>
    <w:p w:rsidR="00DC736C" w:rsidRPr="009A69B0" w:rsidRDefault="00DC736C" w:rsidP="00467C15">
      <w:pPr>
        <w:spacing w:after="180" w:line="276" w:lineRule="auto"/>
        <w:ind w:firstLine="547"/>
        <w:jc w:val="both"/>
      </w:pPr>
    </w:p>
    <w:tbl>
      <w:tblPr>
        <w:tblW w:w="92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65"/>
        <w:gridCol w:w="2769"/>
        <w:gridCol w:w="3195"/>
        <w:gridCol w:w="1273"/>
        <w:gridCol w:w="1165"/>
      </w:tblGrid>
      <w:tr w:rsidR="00DC736C" w:rsidRPr="00456C3E">
        <w:trPr>
          <w:jc w:val="center"/>
        </w:trPr>
        <w:tc>
          <w:tcPr>
            <w:tcW w:w="865" w:type="dxa"/>
          </w:tcPr>
          <w:p w:rsidR="00DC736C" w:rsidRPr="00456C3E" w:rsidRDefault="00DC736C" w:rsidP="002D07E5">
            <w:pPr>
              <w:jc w:val="center"/>
            </w:pPr>
            <w:r w:rsidRPr="00456C3E">
              <w:t>Số</w:t>
            </w:r>
            <w:r>
              <w:t xml:space="preserve"> </w:t>
            </w:r>
            <w:r w:rsidRPr="00456C3E">
              <w:t>TT</w:t>
            </w:r>
          </w:p>
        </w:tc>
        <w:tc>
          <w:tcPr>
            <w:tcW w:w="2769" w:type="dxa"/>
          </w:tcPr>
          <w:p w:rsidR="00DC736C" w:rsidRPr="005715F5" w:rsidRDefault="00DC736C" w:rsidP="002D07E5">
            <w:pPr>
              <w:jc w:val="center"/>
              <w:rPr>
                <w:lang w:val="pt-BR"/>
              </w:rPr>
            </w:pPr>
            <w:r w:rsidRPr="005715F5">
              <w:rPr>
                <w:lang w:val="pt-BR"/>
              </w:rPr>
              <w:t>Họ và tên, Năm sinh</w:t>
            </w:r>
          </w:p>
        </w:tc>
        <w:tc>
          <w:tcPr>
            <w:tcW w:w="3195" w:type="dxa"/>
          </w:tcPr>
          <w:p w:rsidR="00DC736C" w:rsidRPr="005715F5" w:rsidRDefault="00DC736C" w:rsidP="002D07E5">
            <w:pPr>
              <w:jc w:val="center"/>
              <w:rPr>
                <w:lang w:val="pt-BR"/>
              </w:rPr>
            </w:pPr>
            <w:r w:rsidRPr="005715F5">
              <w:rPr>
                <w:lang w:val="pt-BR"/>
              </w:rPr>
              <w:t>Chức vụ - Nơi công tác</w:t>
            </w:r>
          </w:p>
        </w:tc>
        <w:tc>
          <w:tcPr>
            <w:tcW w:w="1273" w:type="dxa"/>
          </w:tcPr>
          <w:p w:rsidR="00DC736C" w:rsidRPr="00456C3E" w:rsidRDefault="00DC736C" w:rsidP="002D07E5">
            <w:pPr>
              <w:jc w:val="center"/>
            </w:pPr>
            <w:r w:rsidRPr="00456C3E">
              <w:t>Số phiếu</w:t>
            </w:r>
            <w:r>
              <w:t xml:space="preserve"> </w:t>
            </w:r>
            <w:r w:rsidRPr="00456C3E">
              <w:t>đạt</w:t>
            </w:r>
          </w:p>
        </w:tc>
        <w:tc>
          <w:tcPr>
            <w:tcW w:w="1165" w:type="dxa"/>
          </w:tcPr>
          <w:p w:rsidR="00DC736C" w:rsidRPr="00456C3E" w:rsidRDefault="00DC736C" w:rsidP="002D07E5">
            <w:pPr>
              <w:jc w:val="center"/>
            </w:pPr>
            <w:r w:rsidRPr="00456C3E">
              <w:t>Tỷ lệ</w:t>
            </w:r>
            <w:r>
              <w:t xml:space="preserve"> (</w:t>
            </w:r>
            <w:r w:rsidRPr="00456C3E">
              <w:t>%</w:t>
            </w:r>
            <w:r>
              <w:t>)</w:t>
            </w:r>
            <w:r w:rsidRPr="00456C3E">
              <w:t xml:space="preserve"> </w:t>
            </w:r>
          </w:p>
        </w:tc>
      </w:tr>
      <w:tr w:rsidR="00DC736C" w:rsidRPr="00456C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</w:tr>
      <w:tr w:rsidR="00DC736C" w:rsidRPr="00456C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</w:tr>
      <w:tr w:rsidR="00DC736C" w:rsidRPr="00456C3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319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C736C" w:rsidRPr="00847E09" w:rsidRDefault="00DC736C" w:rsidP="002D07E5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DC736C" w:rsidRPr="00847E09" w:rsidRDefault="00DC736C" w:rsidP="00467C15">
      <w:pPr>
        <w:rPr>
          <w:sz w:val="20"/>
          <w:szCs w:val="20"/>
        </w:rPr>
      </w:pPr>
    </w:p>
    <w:p w:rsidR="00DC736C" w:rsidRPr="00456C3E" w:rsidRDefault="00DC736C" w:rsidP="00467C15">
      <w:pPr>
        <w:ind w:firstLine="720"/>
        <w:rPr>
          <w:spacing w:val="-4"/>
        </w:rPr>
      </w:pPr>
      <w:r>
        <w:rPr>
          <w:spacing w:val="-4"/>
        </w:rPr>
        <w:t>7</w:t>
      </w:r>
      <w:r w:rsidRPr="00456C3E">
        <w:rPr>
          <w:spacing w:val="-4"/>
        </w:rPr>
        <w:t xml:space="preserve">- Số </w:t>
      </w:r>
      <w:r>
        <w:rPr>
          <w:spacing w:val="-4"/>
        </w:rPr>
        <w:t>n</w:t>
      </w:r>
      <w:r w:rsidRPr="00456C3E">
        <w:rPr>
          <w:spacing w:val="-4"/>
        </w:rPr>
        <w:t xml:space="preserve">hà giáo có số phiếu đạt từ </w:t>
      </w:r>
      <w:r>
        <w:rPr>
          <w:spacing w:val="-4"/>
        </w:rPr>
        <w:t>80%</w:t>
      </w:r>
      <w:r w:rsidRPr="00456C3E">
        <w:rPr>
          <w:spacing w:val="-4"/>
        </w:rPr>
        <w:t xml:space="preserve"> </w:t>
      </w:r>
      <w:r>
        <w:rPr>
          <w:spacing w:val="-4"/>
        </w:rPr>
        <w:t xml:space="preserve">trở </w:t>
      </w:r>
      <w:r w:rsidRPr="00456C3E">
        <w:rPr>
          <w:spacing w:val="-4"/>
        </w:rPr>
        <w:t xml:space="preserve">lên: </w:t>
      </w:r>
      <w:r w:rsidRPr="00456C3E">
        <w:rPr>
          <w:spacing w:val="-4"/>
          <w:sz w:val="20"/>
          <w:szCs w:val="20"/>
        </w:rPr>
        <w:t>........</w:t>
      </w:r>
      <w:r w:rsidRPr="00456C3E">
        <w:rPr>
          <w:spacing w:val="-4"/>
        </w:rPr>
        <w:t xml:space="preserve"> người.</w:t>
      </w:r>
    </w:p>
    <w:p w:rsidR="00DC736C" w:rsidRPr="00456C3E" w:rsidRDefault="00DC736C" w:rsidP="00467C15"/>
    <w:p w:rsidR="00DC736C" w:rsidRPr="00456C3E" w:rsidRDefault="00DC736C" w:rsidP="00467C15">
      <w:r>
        <w:t xml:space="preserve">                     THƯ KÝ</w:t>
      </w:r>
      <w:r w:rsidRPr="00456C3E">
        <w:tab/>
      </w:r>
      <w:r w:rsidRPr="00456C3E">
        <w:tab/>
      </w:r>
      <w:r w:rsidRPr="00456C3E">
        <w:tab/>
      </w:r>
      <w:r>
        <w:t xml:space="preserve">                          THỦ </w:t>
      </w:r>
      <w:r w:rsidRPr="00456C3E">
        <w:t xml:space="preserve">TRƯỞNG </w:t>
      </w:r>
      <w:r>
        <w:t>ĐƠN VỊ</w:t>
      </w:r>
    </w:p>
    <w:p w:rsidR="00DC736C" w:rsidRDefault="00DC736C" w:rsidP="00467C15">
      <w:r>
        <w:t xml:space="preserve">      </w:t>
      </w:r>
      <w:r>
        <w:tab/>
        <w:t xml:space="preserve">  </w:t>
      </w:r>
      <w:r w:rsidRPr="00456C3E">
        <w:t>(Ký</w:t>
      </w:r>
      <w:r>
        <w:t xml:space="preserve"> ghi rõ họ và</w:t>
      </w:r>
      <w:r w:rsidRPr="00456C3E">
        <w:t xml:space="preserve"> tên) </w:t>
      </w:r>
      <w:r w:rsidRPr="00456C3E">
        <w:tab/>
      </w:r>
      <w:r w:rsidRPr="00456C3E">
        <w:tab/>
      </w:r>
      <w:r w:rsidRPr="00456C3E">
        <w:tab/>
      </w:r>
      <w:r>
        <w:t xml:space="preserve">                   </w:t>
      </w:r>
      <w:r w:rsidRPr="00456C3E">
        <w:t xml:space="preserve">(Ký </w:t>
      </w:r>
      <w:r>
        <w:t>ghi rõ họ và</w:t>
      </w:r>
      <w:r w:rsidRPr="00456C3E">
        <w:t xml:space="preserve"> tên)</w:t>
      </w:r>
    </w:p>
    <w:p w:rsidR="00DC736C" w:rsidRPr="00847E09" w:rsidRDefault="00DC736C" w:rsidP="00467C15">
      <w:pPr>
        <w:rPr>
          <w:sz w:val="20"/>
          <w:szCs w:val="20"/>
        </w:rP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Default="00DC736C" w:rsidP="00467C15">
      <w:pPr>
        <w:pBdr>
          <w:bottom w:val="single" w:sz="6" w:space="1" w:color="auto"/>
        </w:pBdr>
      </w:pPr>
    </w:p>
    <w:p w:rsidR="00DC736C" w:rsidRPr="002A5206" w:rsidRDefault="00DC736C" w:rsidP="00467C15">
      <w:pPr>
        <w:spacing w:before="60" w:after="60"/>
        <w:rPr>
          <w:b/>
          <w:bCs/>
          <w:i/>
          <w:iCs/>
        </w:rPr>
      </w:pPr>
      <w:r w:rsidRPr="002A5206">
        <w:rPr>
          <w:b/>
          <w:bCs/>
          <w:i/>
          <w:iCs/>
        </w:rPr>
        <w:t>Ghi chú:</w:t>
      </w:r>
    </w:p>
    <w:p w:rsidR="00DC736C" w:rsidRPr="00847E09" w:rsidRDefault="00DC736C" w:rsidP="00467C15">
      <w:pPr>
        <w:spacing w:line="216" w:lineRule="auto"/>
        <w:rPr>
          <w:sz w:val="23"/>
          <w:szCs w:val="23"/>
        </w:rPr>
      </w:pPr>
      <w:r w:rsidRPr="00847E09">
        <w:rPr>
          <w:sz w:val="23"/>
          <w:szCs w:val="23"/>
        </w:rPr>
        <w:t>1. Ghi đủ số nhà giáo trong danh sách bỏ phiếu, xếp thứ tự theo số phiếu từ cao - thấp; Nhà giáo Nhân dân đến Nhà giáo Ưu tú</w:t>
      </w:r>
    </w:p>
    <w:p w:rsidR="00DC736C" w:rsidRDefault="00DC736C" w:rsidP="00467C15">
      <w:pPr>
        <w:spacing w:line="216" w:lineRule="auto"/>
        <w:jc w:val="both"/>
        <w:rPr>
          <w:spacing w:val="-4"/>
          <w:sz w:val="23"/>
          <w:szCs w:val="23"/>
        </w:rPr>
      </w:pPr>
      <w:r w:rsidRPr="00847E09">
        <w:rPr>
          <w:spacing w:val="-4"/>
          <w:sz w:val="23"/>
          <w:szCs w:val="23"/>
        </w:rPr>
        <w:t xml:space="preserve">2. </w:t>
      </w:r>
      <w:r w:rsidRPr="00847E09">
        <w:rPr>
          <w:sz w:val="23"/>
          <w:szCs w:val="23"/>
        </w:rPr>
        <w:t>Tỷ lệ % = Số phiếu tín nhiệm đề nghị/Tổng số người có mặt tại phiên họp</w:t>
      </w:r>
      <w:r w:rsidRPr="00847E09">
        <w:rPr>
          <w:spacing w:val="-4"/>
          <w:sz w:val="23"/>
          <w:szCs w:val="23"/>
        </w:rPr>
        <w:t>.</w:t>
      </w:r>
      <w:r>
        <w:rPr>
          <w:spacing w:val="-4"/>
          <w:sz w:val="23"/>
          <w:szCs w:val="23"/>
        </w:rPr>
        <w:t xml:space="preserve"> </w:t>
      </w:r>
    </w:p>
    <w:p w:rsidR="00DC736C" w:rsidRDefault="00DC736C" w:rsidP="00467C15">
      <w:r>
        <w:rPr>
          <w:spacing w:val="-4"/>
          <w:sz w:val="23"/>
          <w:szCs w:val="23"/>
        </w:rPr>
        <w:br w:type="page"/>
      </w:r>
    </w:p>
    <w:tbl>
      <w:tblPr>
        <w:tblW w:w="10065" w:type="dxa"/>
        <w:jc w:val="center"/>
        <w:tblLook w:val="0000"/>
      </w:tblPr>
      <w:tblGrid>
        <w:gridCol w:w="4599"/>
        <w:gridCol w:w="5466"/>
      </w:tblGrid>
      <w:tr w:rsidR="00DC736C" w:rsidRPr="00712BEB">
        <w:trPr>
          <w:jc w:val="center"/>
        </w:trPr>
        <w:tc>
          <w:tcPr>
            <w:tcW w:w="4599" w:type="dxa"/>
          </w:tcPr>
          <w:p w:rsidR="00DC736C" w:rsidRPr="00C40C62" w:rsidRDefault="00DC736C" w:rsidP="002D07E5">
            <w:pPr>
              <w:ind w:right="-29"/>
              <w:jc w:val="center"/>
              <w:rPr>
                <w:spacing w:val="-6"/>
                <w:lang w:val="es-ES"/>
              </w:rPr>
            </w:pPr>
            <w:r w:rsidRPr="00C40C62">
              <w:rPr>
                <w:spacing w:val="-6"/>
                <w:lang w:val="es-ES"/>
              </w:rPr>
              <w:t>HỌC VIỆN NÔNG NGHIỆP VIỆT NAM</w:t>
            </w:r>
          </w:p>
          <w:p w:rsidR="00DC736C" w:rsidRPr="00B1519F" w:rsidRDefault="00DC736C" w:rsidP="002D07E5">
            <w:pPr>
              <w:ind w:right="-29"/>
              <w:jc w:val="center"/>
              <w:rPr>
                <w:b/>
                <w:bCs/>
                <w:spacing w:val="-6"/>
                <w:sz w:val="28"/>
                <w:szCs w:val="28"/>
                <w:lang w:val="es-ES"/>
              </w:rPr>
            </w:pPr>
            <w:r>
              <w:rPr>
                <w:b/>
                <w:bCs/>
                <w:spacing w:val="-6"/>
                <w:lang w:val="es-ES"/>
              </w:rPr>
              <w:t>ĐƠN VỊ</w:t>
            </w:r>
          </w:p>
          <w:p w:rsidR="00DC736C" w:rsidRPr="00712BEB" w:rsidRDefault="00DC736C" w:rsidP="002D07E5">
            <w:pPr>
              <w:jc w:val="center"/>
              <w:rPr>
                <w:b/>
                <w:bCs/>
                <w:spacing w:val="-44"/>
                <w:sz w:val="28"/>
                <w:szCs w:val="28"/>
                <w:lang w:val="es-ES"/>
              </w:rPr>
            </w:pPr>
            <w:r w:rsidRPr="00712BEB">
              <w:rPr>
                <w:b/>
                <w:bCs/>
                <w:spacing w:val="-44"/>
                <w:sz w:val="28"/>
                <w:szCs w:val="28"/>
                <w:lang w:val="es-ES"/>
              </w:rPr>
              <w:t>---------------------------</w:t>
            </w:r>
          </w:p>
        </w:tc>
        <w:tc>
          <w:tcPr>
            <w:tcW w:w="5466" w:type="dxa"/>
          </w:tcPr>
          <w:p w:rsidR="00DC736C" w:rsidRPr="00D32E50" w:rsidRDefault="00DC736C" w:rsidP="002D07E5">
            <w:pPr>
              <w:jc w:val="center"/>
              <w:rPr>
                <w:b/>
                <w:bCs/>
                <w:spacing w:val="-8"/>
                <w:lang w:val="es-ES"/>
              </w:rPr>
            </w:pPr>
            <w:r w:rsidRPr="00D32E50">
              <w:rPr>
                <w:b/>
                <w:bCs/>
                <w:spacing w:val="-8"/>
                <w:lang w:val="es-ES"/>
              </w:rPr>
              <w:t>CỘNG HÒA XÃ HỘI CHỦ NGHĨA VIỆT NAM</w:t>
            </w:r>
          </w:p>
          <w:p w:rsidR="00DC736C" w:rsidRPr="00712BEB" w:rsidRDefault="00DC736C" w:rsidP="002D07E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  <w:r w:rsidRPr="00712BEB">
              <w:rPr>
                <w:b/>
                <w:bCs/>
                <w:sz w:val="28"/>
                <w:szCs w:val="28"/>
                <w:lang w:val="es-ES"/>
              </w:rPr>
              <w:t>Độc lập - Tự do - Hạnh phúc</w:t>
            </w:r>
          </w:p>
          <w:p w:rsidR="00DC736C" w:rsidRPr="00712BEB" w:rsidRDefault="00DC736C" w:rsidP="002D07E5">
            <w:pPr>
              <w:jc w:val="center"/>
              <w:rPr>
                <w:b/>
                <w:bCs/>
                <w:spacing w:val="-44"/>
                <w:sz w:val="28"/>
                <w:szCs w:val="28"/>
                <w:lang w:val="es-ES"/>
              </w:rPr>
            </w:pPr>
            <w:r w:rsidRPr="00712BEB">
              <w:rPr>
                <w:b/>
                <w:bCs/>
                <w:spacing w:val="-44"/>
                <w:sz w:val="28"/>
                <w:szCs w:val="28"/>
                <w:lang w:val="es-ES"/>
              </w:rPr>
              <w:t>-----------------------------------------------------------------------</w:t>
            </w:r>
          </w:p>
          <w:p w:rsidR="00DC736C" w:rsidRPr="00712BEB" w:rsidRDefault="00DC736C" w:rsidP="002D07E5">
            <w:pPr>
              <w:ind w:left="786"/>
              <w:jc w:val="right"/>
              <w:rPr>
                <w:i/>
                <w:iCs/>
                <w:sz w:val="28"/>
                <w:szCs w:val="28"/>
                <w:lang w:val="es-ES"/>
              </w:rPr>
            </w:pPr>
            <w:r w:rsidRPr="00712BEB">
              <w:rPr>
                <w:i/>
                <w:iCs/>
                <w:sz w:val="28"/>
                <w:szCs w:val="28"/>
                <w:lang w:val="es-ES"/>
              </w:rPr>
              <w:t xml:space="preserve">Hà Nội, ngày     tháng </w:t>
            </w:r>
            <w:r>
              <w:rPr>
                <w:i/>
                <w:iCs/>
                <w:sz w:val="28"/>
                <w:szCs w:val="28"/>
                <w:lang w:val="es-ES"/>
              </w:rPr>
              <w:t>01</w:t>
            </w:r>
            <w:r w:rsidRPr="00712BEB">
              <w:rPr>
                <w:i/>
                <w:iCs/>
                <w:sz w:val="28"/>
                <w:szCs w:val="28"/>
                <w:lang w:val="es-ES"/>
              </w:rPr>
              <w:t xml:space="preserve"> năm 20</w:t>
            </w:r>
            <w:r>
              <w:rPr>
                <w:i/>
                <w:iCs/>
                <w:sz w:val="28"/>
                <w:szCs w:val="28"/>
                <w:lang w:val="es-ES"/>
              </w:rPr>
              <w:t>20</w:t>
            </w:r>
          </w:p>
        </w:tc>
      </w:tr>
    </w:tbl>
    <w:p w:rsidR="00DC736C" w:rsidRDefault="00DC736C" w:rsidP="00460943">
      <w:pPr>
        <w:spacing w:before="80" w:after="80" w:line="360" w:lineRule="exact"/>
        <w:jc w:val="center"/>
        <w:rPr>
          <w:b/>
          <w:bCs/>
          <w:sz w:val="28"/>
          <w:szCs w:val="28"/>
          <w:lang w:val="es-ES"/>
        </w:rPr>
      </w:pPr>
    </w:p>
    <w:p w:rsidR="00DC736C" w:rsidRDefault="00DC736C" w:rsidP="00460943">
      <w:pPr>
        <w:spacing w:before="80" w:after="80" w:line="360" w:lineRule="exact"/>
        <w:jc w:val="center"/>
        <w:rPr>
          <w:b/>
          <w:bCs/>
          <w:sz w:val="28"/>
          <w:szCs w:val="28"/>
          <w:lang w:val="es-ES"/>
        </w:rPr>
      </w:pPr>
      <w:r w:rsidRPr="00712BEB">
        <w:rPr>
          <w:b/>
          <w:bCs/>
          <w:sz w:val="28"/>
          <w:szCs w:val="28"/>
          <w:lang w:val="es-ES"/>
        </w:rPr>
        <w:t xml:space="preserve">PHIẾU </w:t>
      </w:r>
      <w:r>
        <w:rPr>
          <w:b/>
          <w:bCs/>
          <w:sz w:val="28"/>
          <w:szCs w:val="28"/>
          <w:lang w:val="es-ES"/>
        </w:rPr>
        <w:t>TÍN NHIỆM</w:t>
      </w:r>
    </w:p>
    <w:p w:rsidR="00DC736C" w:rsidRPr="00712BEB" w:rsidRDefault="00DC736C" w:rsidP="00460943">
      <w:pPr>
        <w:spacing w:before="80" w:after="80" w:line="360" w:lineRule="exact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Cá nhân đề nghị xét tặng danh hiệu Nhà giáo ưu tú, nhà giáo nhân dân lần thứ 15, năm 2020</w:t>
      </w:r>
    </w:p>
    <w:p w:rsidR="00DC736C" w:rsidRDefault="00DC736C" w:rsidP="00460943">
      <w:pPr>
        <w:spacing w:before="80" w:after="80" w:line="360" w:lineRule="exact"/>
        <w:jc w:val="center"/>
        <w:rPr>
          <w:rFonts w:ascii="Times New Roman Bold" w:hAnsi="Times New Roman Bold" w:cs="Times New Roman Bold"/>
          <w:b/>
          <w:bCs/>
          <w:spacing w:val="-40"/>
          <w:sz w:val="28"/>
          <w:szCs w:val="28"/>
          <w:lang w:val="es-ES"/>
        </w:rPr>
      </w:pPr>
      <w:r w:rsidRPr="00791B15">
        <w:rPr>
          <w:rFonts w:ascii="Times New Roman Bold" w:hAnsi="Times New Roman Bold" w:cs="Times New Roman Bold"/>
          <w:b/>
          <w:bCs/>
          <w:spacing w:val="-40"/>
          <w:sz w:val="28"/>
          <w:szCs w:val="28"/>
          <w:lang w:val="es-ES"/>
        </w:rPr>
        <w:t>--------------------------------------</w:t>
      </w:r>
    </w:p>
    <w:p w:rsidR="00DC736C" w:rsidRDefault="00DC736C" w:rsidP="00460943">
      <w:pPr>
        <w:spacing w:before="80" w:after="80" w:line="360" w:lineRule="exact"/>
        <w:jc w:val="center"/>
        <w:rPr>
          <w:rFonts w:ascii="Times New Roman Bold" w:hAnsi="Times New Roman Bold" w:cs="Times New Roman Bold"/>
          <w:b/>
          <w:bCs/>
          <w:spacing w:val="-40"/>
          <w:sz w:val="28"/>
          <w:szCs w:val="28"/>
          <w:lang w:val="es-ES"/>
        </w:rPr>
      </w:pPr>
    </w:p>
    <w:p w:rsidR="00DC736C" w:rsidRDefault="00DC736C" w:rsidP="00460943">
      <w:pPr>
        <w:numPr>
          <w:ilvl w:val="0"/>
          <w:numId w:val="2"/>
        </w:numPr>
        <w:spacing w:before="40" w:after="40"/>
        <w:jc w:val="both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Nhà giáo nhân dân</w:t>
      </w:r>
    </w:p>
    <w:p w:rsidR="00DC736C" w:rsidRDefault="00DC736C" w:rsidP="00460943">
      <w:pPr>
        <w:spacing w:before="40" w:after="40"/>
        <w:jc w:val="both"/>
        <w:rPr>
          <w:b/>
          <w:bCs/>
          <w:sz w:val="28"/>
          <w:szCs w:val="28"/>
          <w:lang w:val="es-ES"/>
        </w:rPr>
      </w:pP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4094"/>
        <w:gridCol w:w="2680"/>
        <w:gridCol w:w="2395"/>
      </w:tblGrid>
      <w:tr w:rsidR="00DC736C" w:rsidRPr="00B232EA">
        <w:trPr>
          <w:trHeight w:val="986"/>
          <w:tblHeader/>
          <w:jc w:val="center"/>
        </w:trPr>
        <w:tc>
          <w:tcPr>
            <w:tcW w:w="697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pacing w:val="-6"/>
                <w:sz w:val="28"/>
                <w:szCs w:val="28"/>
                <w:lang w:val="nl-NL" w:eastAsia="vi-VN"/>
              </w:rPr>
              <w:t>STT</w:t>
            </w:r>
          </w:p>
        </w:tc>
        <w:tc>
          <w:tcPr>
            <w:tcW w:w="4111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pacing w:val="-6"/>
                <w:sz w:val="28"/>
                <w:szCs w:val="28"/>
                <w:lang w:val="nl-NL" w:eastAsia="vi-VN"/>
              </w:rPr>
              <w:t>Họ và tên</w:t>
            </w:r>
          </w:p>
        </w:tc>
        <w:tc>
          <w:tcPr>
            <w:tcW w:w="2688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z w:val="28"/>
                <w:szCs w:val="28"/>
                <w:lang w:val="es-ES" w:eastAsia="vi-VN"/>
              </w:rPr>
              <w:t>Tín nhiệm</w:t>
            </w:r>
          </w:p>
        </w:tc>
        <w:tc>
          <w:tcPr>
            <w:tcW w:w="2401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z w:val="28"/>
                <w:szCs w:val="28"/>
                <w:lang w:val="es-ES" w:eastAsia="vi-VN"/>
              </w:rPr>
              <w:t>Không tín nhiệm</w:t>
            </w:r>
          </w:p>
        </w:tc>
      </w:tr>
      <w:tr w:rsidR="00DC736C" w:rsidRPr="000212DA">
        <w:trPr>
          <w:trHeight w:val="493"/>
          <w:jc w:val="center"/>
        </w:trPr>
        <w:tc>
          <w:tcPr>
            <w:tcW w:w="697" w:type="dxa"/>
            <w:vAlign w:val="center"/>
          </w:tcPr>
          <w:p w:rsidR="00DC736C" w:rsidRPr="0031762D" w:rsidRDefault="00DC736C" w:rsidP="0031762D">
            <w:pPr>
              <w:numPr>
                <w:ilvl w:val="0"/>
                <w:numId w:val="3"/>
              </w:num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4111" w:type="dxa"/>
            <w:vAlign w:val="center"/>
          </w:tcPr>
          <w:p w:rsidR="00DC736C" w:rsidRPr="0031762D" w:rsidRDefault="00DC736C" w:rsidP="0031762D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 w:eastAsia="vi-VN"/>
              </w:rPr>
            </w:pPr>
          </w:p>
        </w:tc>
        <w:tc>
          <w:tcPr>
            <w:tcW w:w="2688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2401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</w:tr>
      <w:tr w:rsidR="00DC736C" w:rsidRPr="000212DA">
        <w:trPr>
          <w:trHeight w:val="493"/>
          <w:jc w:val="center"/>
        </w:trPr>
        <w:tc>
          <w:tcPr>
            <w:tcW w:w="697" w:type="dxa"/>
            <w:vAlign w:val="center"/>
          </w:tcPr>
          <w:p w:rsidR="00DC736C" w:rsidRPr="0031762D" w:rsidRDefault="00DC736C" w:rsidP="0031762D">
            <w:pPr>
              <w:numPr>
                <w:ilvl w:val="0"/>
                <w:numId w:val="3"/>
              </w:num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4111" w:type="dxa"/>
            <w:vAlign w:val="center"/>
          </w:tcPr>
          <w:p w:rsidR="00DC736C" w:rsidRPr="0031762D" w:rsidRDefault="00DC736C" w:rsidP="0031762D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 w:eastAsia="vi-VN"/>
              </w:rPr>
            </w:pPr>
          </w:p>
        </w:tc>
        <w:tc>
          <w:tcPr>
            <w:tcW w:w="2688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2401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</w:tr>
    </w:tbl>
    <w:p w:rsidR="00DC736C" w:rsidRDefault="00DC736C" w:rsidP="00460943">
      <w:pPr>
        <w:spacing w:before="40" w:after="40" w:line="360" w:lineRule="exact"/>
        <w:jc w:val="both"/>
        <w:rPr>
          <w:spacing w:val="-4"/>
          <w:lang w:val="nl-NL"/>
        </w:rPr>
      </w:pPr>
    </w:p>
    <w:p w:rsidR="00DC736C" w:rsidRPr="00E201CB" w:rsidRDefault="00DC736C" w:rsidP="00460943">
      <w:pPr>
        <w:spacing w:before="40" w:after="40"/>
        <w:ind w:firstLine="788"/>
        <w:jc w:val="both"/>
        <w:rPr>
          <w:sz w:val="28"/>
          <w:szCs w:val="28"/>
          <w:lang w:val="es-ES"/>
        </w:rPr>
      </w:pPr>
      <w:r w:rsidRPr="00E201CB">
        <w:rPr>
          <w:b/>
          <w:bCs/>
          <w:sz w:val="28"/>
          <w:szCs w:val="28"/>
          <w:lang w:val="es-ES"/>
        </w:rPr>
        <w:t xml:space="preserve">2. </w:t>
      </w:r>
      <w:r>
        <w:rPr>
          <w:b/>
          <w:bCs/>
          <w:sz w:val="28"/>
          <w:szCs w:val="28"/>
          <w:lang w:val="es-ES"/>
        </w:rPr>
        <w:t>Nhà giáo ưu tú</w:t>
      </w:r>
    </w:p>
    <w:p w:rsidR="00DC736C" w:rsidRPr="00F940EF" w:rsidRDefault="00DC736C" w:rsidP="00460943">
      <w:pPr>
        <w:spacing w:before="40" w:after="40"/>
        <w:ind w:firstLine="788"/>
        <w:jc w:val="both"/>
        <w:rPr>
          <w:sz w:val="6"/>
          <w:szCs w:val="6"/>
          <w:lang w:val="es-ES"/>
        </w:rPr>
      </w:pPr>
    </w:p>
    <w:tbl>
      <w:tblPr>
        <w:tblW w:w="9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3969"/>
        <w:gridCol w:w="2760"/>
        <w:gridCol w:w="2343"/>
      </w:tblGrid>
      <w:tr w:rsidR="00DC736C" w:rsidRPr="00B232EA">
        <w:trPr>
          <w:trHeight w:val="1079"/>
          <w:tblHeader/>
          <w:jc w:val="center"/>
        </w:trPr>
        <w:tc>
          <w:tcPr>
            <w:tcW w:w="728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pacing w:val="-6"/>
                <w:sz w:val="28"/>
                <w:szCs w:val="28"/>
                <w:lang w:val="nl-NL" w:eastAsia="vi-VN"/>
              </w:rPr>
              <w:t>STT</w:t>
            </w:r>
          </w:p>
        </w:tc>
        <w:tc>
          <w:tcPr>
            <w:tcW w:w="3969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pacing w:val="-6"/>
                <w:sz w:val="28"/>
                <w:szCs w:val="28"/>
                <w:lang w:val="nl-NL" w:eastAsia="vi-VN"/>
              </w:rPr>
              <w:t>Họ và tên</w:t>
            </w:r>
          </w:p>
        </w:tc>
        <w:tc>
          <w:tcPr>
            <w:tcW w:w="2760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z w:val="28"/>
                <w:szCs w:val="28"/>
                <w:lang w:val="es-ES" w:eastAsia="vi-VN"/>
              </w:rPr>
              <w:t>Tín nhiệm</w:t>
            </w:r>
          </w:p>
        </w:tc>
        <w:tc>
          <w:tcPr>
            <w:tcW w:w="2343" w:type="dxa"/>
            <w:vAlign w:val="center"/>
          </w:tcPr>
          <w:p w:rsidR="00DC736C" w:rsidRPr="0031762D" w:rsidRDefault="00DC736C" w:rsidP="0031762D">
            <w:pPr>
              <w:jc w:val="center"/>
              <w:rPr>
                <w:b/>
                <w:bCs/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b/>
                <w:bCs/>
                <w:sz w:val="28"/>
                <w:szCs w:val="28"/>
                <w:lang w:val="es-ES" w:eastAsia="vi-VN"/>
              </w:rPr>
              <w:t>Không tín nhiệm</w:t>
            </w:r>
          </w:p>
        </w:tc>
      </w:tr>
      <w:tr w:rsidR="00DC736C" w:rsidRPr="000212DA">
        <w:trPr>
          <w:trHeight w:val="540"/>
          <w:jc w:val="center"/>
        </w:trPr>
        <w:tc>
          <w:tcPr>
            <w:tcW w:w="728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  <w:r w:rsidRPr="0031762D">
              <w:rPr>
                <w:sz w:val="28"/>
                <w:szCs w:val="28"/>
                <w:lang w:val="es-ES" w:eastAsia="vi-VN"/>
              </w:rPr>
              <w:t>1</w:t>
            </w:r>
          </w:p>
        </w:tc>
        <w:tc>
          <w:tcPr>
            <w:tcW w:w="3969" w:type="dxa"/>
            <w:vAlign w:val="center"/>
          </w:tcPr>
          <w:p w:rsidR="00DC736C" w:rsidRPr="0031762D" w:rsidRDefault="00DC736C" w:rsidP="0031762D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 w:eastAsia="vi-VN"/>
              </w:rPr>
            </w:pPr>
          </w:p>
        </w:tc>
        <w:tc>
          <w:tcPr>
            <w:tcW w:w="2760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2343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</w:tr>
      <w:tr w:rsidR="00DC736C" w:rsidRPr="000212DA">
        <w:trPr>
          <w:trHeight w:val="540"/>
          <w:jc w:val="center"/>
        </w:trPr>
        <w:tc>
          <w:tcPr>
            <w:tcW w:w="728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z w:val="28"/>
                <w:szCs w:val="28"/>
                <w:lang w:val="es-ES" w:eastAsia="vi-VN"/>
              </w:rPr>
            </w:pPr>
            <w:r w:rsidRPr="0031762D">
              <w:rPr>
                <w:sz w:val="28"/>
                <w:szCs w:val="28"/>
                <w:lang w:val="es-ES" w:eastAsia="vi-VN"/>
              </w:rPr>
              <w:t>2</w:t>
            </w:r>
          </w:p>
        </w:tc>
        <w:tc>
          <w:tcPr>
            <w:tcW w:w="3969" w:type="dxa"/>
            <w:vAlign w:val="center"/>
          </w:tcPr>
          <w:p w:rsidR="00DC736C" w:rsidRPr="0031762D" w:rsidRDefault="00DC736C" w:rsidP="0031762D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 w:eastAsia="vi-VN"/>
              </w:rPr>
            </w:pPr>
          </w:p>
        </w:tc>
        <w:tc>
          <w:tcPr>
            <w:tcW w:w="2760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2343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</w:tr>
      <w:tr w:rsidR="00DC736C" w:rsidRPr="000212DA">
        <w:trPr>
          <w:trHeight w:val="540"/>
          <w:jc w:val="center"/>
        </w:trPr>
        <w:tc>
          <w:tcPr>
            <w:tcW w:w="728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z w:val="28"/>
                <w:szCs w:val="28"/>
                <w:lang w:val="es-ES" w:eastAsia="vi-VN"/>
              </w:rPr>
            </w:pPr>
            <w:r w:rsidRPr="0031762D">
              <w:rPr>
                <w:sz w:val="28"/>
                <w:szCs w:val="28"/>
                <w:lang w:val="es-ES" w:eastAsia="vi-VN"/>
              </w:rPr>
              <w:t>3</w:t>
            </w:r>
          </w:p>
        </w:tc>
        <w:tc>
          <w:tcPr>
            <w:tcW w:w="3969" w:type="dxa"/>
            <w:vAlign w:val="center"/>
          </w:tcPr>
          <w:p w:rsidR="00DC736C" w:rsidRPr="0031762D" w:rsidRDefault="00DC736C" w:rsidP="0031762D">
            <w:pPr>
              <w:spacing w:before="80" w:after="80"/>
              <w:ind w:left="-57" w:right="-57"/>
              <w:jc w:val="both"/>
              <w:rPr>
                <w:spacing w:val="-8"/>
                <w:sz w:val="28"/>
                <w:szCs w:val="28"/>
                <w:lang w:val="nl-NL" w:eastAsia="vi-VN"/>
              </w:rPr>
            </w:pPr>
          </w:p>
        </w:tc>
        <w:tc>
          <w:tcPr>
            <w:tcW w:w="2760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  <w:tc>
          <w:tcPr>
            <w:tcW w:w="2343" w:type="dxa"/>
            <w:vAlign w:val="center"/>
          </w:tcPr>
          <w:p w:rsidR="00DC736C" w:rsidRPr="0031762D" w:rsidRDefault="00DC736C" w:rsidP="0031762D">
            <w:pPr>
              <w:spacing w:before="80" w:after="80"/>
              <w:jc w:val="center"/>
              <w:rPr>
                <w:spacing w:val="-6"/>
                <w:sz w:val="28"/>
                <w:szCs w:val="28"/>
                <w:lang w:val="nl-NL" w:eastAsia="vi-VN"/>
              </w:rPr>
            </w:pPr>
          </w:p>
        </w:tc>
      </w:tr>
    </w:tbl>
    <w:p w:rsidR="00DC736C" w:rsidRDefault="00DC736C" w:rsidP="00460943">
      <w:pPr>
        <w:spacing w:before="80" w:after="80" w:line="360" w:lineRule="exact"/>
        <w:ind w:left="786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 xml:space="preserve">                                                                                    Người ghi phiếu</w:t>
      </w:r>
    </w:p>
    <w:p w:rsidR="00DC736C" w:rsidRDefault="00DC736C" w:rsidP="00467C15">
      <w:bookmarkStart w:id="0" w:name="_GoBack"/>
      <w:bookmarkEnd w:id="0"/>
    </w:p>
    <w:p w:rsidR="00DC736C" w:rsidRDefault="00DC736C" w:rsidP="00467C15"/>
    <w:p w:rsidR="00DC736C" w:rsidRDefault="00DC736C" w:rsidP="00467C15"/>
    <w:p w:rsidR="00DC736C" w:rsidRDefault="00DC736C" w:rsidP="00467C15"/>
    <w:p w:rsidR="00DC736C" w:rsidRPr="00302772" w:rsidRDefault="00DC736C" w:rsidP="00467C15">
      <w:pPr>
        <w:rPr>
          <w:b/>
          <w:bCs/>
          <w:i/>
          <w:iCs/>
        </w:rPr>
      </w:pPr>
      <w:r w:rsidRPr="00302772">
        <w:rPr>
          <w:b/>
          <w:bCs/>
          <w:i/>
          <w:iCs/>
        </w:rPr>
        <w:t>Ghi chú: Cá nhân đánh dấu X (V) vào ô tương ứng Tín nhiệm hoặc Không tín nhiệm</w:t>
      </w:r>
    </w:p>
    <w:sectPr w:rsidR="00DC736C" w:rsidRPr="00302772" w:rsidSect="00467C15">
      <w:pgSz w:w="12240" w:h="15840"/>
      <w:pgMar w:top="102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0691"/>
    <w:multiLevelType w:val="hybridMultilevel"/>
    <w:tmpl w:val="5FEE9C7E"/>
    <w:lvl w:ilvl="0" w:tplc="F4FC2CAE">
      <w:start w:val="1"/>
      <w:numFmt w:val="decimal"/>
      <w:lvlText w:val="%1."/>
      <w:lvlJc w:val="left"/>
      <w:pPr>
        <w:tabs>
          <w:tab w:val="num" w:pos="1148"/>
        </w:tabs>
        <w:ind w:left="11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1">
    <w:nsid w:val="0A620E77"/>
    <w:multiLevelType w:val="hybridMultilevel"/>
    <w:tmpl w:val="DDC8EA96"/>
    <w:lvl w:ilvl="0" w:tplc="663473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A0019">
      <w:start w:val="1"/>
      <w:numFmt w:val="lowerLetter"/>
      <w:lvlText w:val="%2."/>
      <w:lvlJc w:val="left"/>
      <w:pPr>
        <w:ind w:left="1620" w:hanging="360"/>
      </w:pPr>
    </w:lvl>
    <w:lvl w:ilvl="2" w:tplc="042A001B">
      <w:start w:val="1"/>
      <w:numFmt w:val="lowerRoman"/>
      <w:lvlText w:val="%3."/>
      <w:lvlJc w:val="right"/>
      <w:pPr>
        <w:ind w:left="2340" w:hanging="180"/>
      </w:pPr>
    </w:lvl>
    <w:lvl w:ilvl="3" w:tplc="042A000F">
      <w:start w:val="1"/>
      <w:numFmt w:val="decimal"/>
      <w:lvlText w:val="%4."/>
      <w:lvlJc w:val="left"/>
      <w:pPr>
        <w:ind w:left="3060" w:hanging="360"/>
      </w:pPr>
    </w:lvl>
    <w:lvl w:ilvl="4" w:tplc="042A0019">
      <w:start w:val="1"/>
      <w:numFmt w:val="lowerLetter"/>
      <w:lvlText w:val="%5."/>
      <w:lvlJc w:val="left"/>
      <w:pPr>
        <w:ind w:left="3780" w:hanging="360"/>
      </w:pPr>
    </w:lvl>
    <w:lvl w:ilvl="5" w:tplc="042A001B">
      <w:start w:val="1"/>
      <w:numFmt w:val="lowerRoman"/>
      <w:lvlText w:val="%6."/>
      <w:lvlJc w:val="right"/>
      <w:pPr>
        <w:ind w:left="4500" w:hanging="180"/>
      </w:pPr>
    </w:lvl>
    <w:lvl w:ilvl="6" w:tplc="042A000F">
      <w:start w:val="1"/>
      <w:numFmt w:val="decimal"/>
      <w:lvlText w:val="%7."/>
      <w:lvlJc w:val="left"/>
      <w:pPr>
        <w:ind w:left="5220" w:hanging="360"/>
      </w:pPr>
    </w:lvl>
    <w:lvl w:ilvl="7" w:tplc="042A0019">
      <w:start w:val="1"/>
      <w:numFmt w:val="lowerLetter"/>
      <w:lvlText w:val="%8."/>
      <w:lvlJc w:val="left"/>
      <w:pPr>
        <w:ind w:left="5940" w:hanging="360"/>
      </w:pPr>
    </w:lvl>
    <w:lvl w:ilvl="8" w:tplc="042A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2000453"/>
    <w:multiLevelType w:val="hybridMultilevel"/>
    <w:tmpl w:val="EA1E3D24"/>
    <w:lvl w:ilvl="0" w:tplc="BC20C8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C15"/>
    <w:rsid w:val="000212DA"/>
    <w:rsid w:val="002A5206"/>
    <w:rsid w:val="002D07E5"/>
    <w:rsid w:val="00302772"/>
    <w:rsid w:val="0031762D"/>
    <w:rsid w:val="004365C9"/>
    <w:rsid w:val="00456C3E"/>
    <w:rsid w:val="00460943"/>
    <w:rsid w:val="00467C15"/>
    <w:rsid w:val="004D0AA2"/>
    <w:rsid w:val="005715F5"/>
    <w:rsid w:val="00712BEB"/>
    <w:rsid w:val="007173DA"/>
    <w:rsid w:val="00753C18"/>
    <w:rsid w:val="00791B15"/>
    <w:rsid w:val="00847E09"/>
    <w:rsid w:val="00885784"/>
    <w:rsid w:val="008F060E"/>
    <w:rsid w:val="00900C93"/>
    <w:rsid w:val="00917D98"/>
    <w:rsid w:val="009A69B0"/>
    <w:rsid w:val="00B1519F"/>
    <w:rsid w:val="00B232EA"/>
    <w:rsid w:val="00B30509"/>
    <w:rsid w:val="00B53C0D"/>
    <w:rsid w:val="00C40C62"/>
    <w:rsid w:val="00C722E2"/>
    <w:rsid w:val="00D32E50"/>
    <w:rsid w:val="00DC736C"/>
    <w:rsid w:val="00E007BB"/>
    <w:rsid w:val="00E201CB"/>
    <w:rsid w:val="00E50409"/>
    <w:rsid w:val="00F9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C15"/>
    <w:rPr>
      <w:rFonts w:ascii="Times New Roman" w:eastAsia="Times New Roman" w:hAnsi="Times New Roman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7C15"/>
    <w:pPr>
      <w:keepNext/>
      <w:jc w:val="both"/>
      <w:outlineLvl w:val="2"/>
    </w:pPr>
    <w:rPr>
      <w:rFonts w:ascii=".VnTimeH" w:hAnsi=".VnTimeH" w:cs=".VnTimeH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67C1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67C15"/>
    <w:rPr>
      <w:rFonts w:ascii=".VnTimeH" w:hAnsi=".VnTimeH" w:cs=".VnTimeH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67C15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467C15"/>
    <w:pPr>
      <w:ind w:left="720"/>
    </w:pPr>
  </w:style>
  <w:style w:type="table" w:styleId="TableGrid">
    <w:name w:val="Table Grid"/>
    <w:basedOn w:val="TableNormal"/>
    <w:uiPriority w:val="99"/>
    <w:rsid w:val="00460943"/>
    <w:rPr>
      <w:rFonts w:ascii="Times New Roman" w:eastAsia="Times New Roman" w:hAnsi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510</Words>
  <Characters>2912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ntnoanh</dc:creator>
  <cp:keywords/>
  <dc:description/>
  <cp:lastModifiedBy>User</cp:lastModifiedBy>
  <cp:revision>5</cp:revision>
  <dcterms:created xsi:type="dcterms:W3CDTF">2020-01-03T07:53:00Z</dcterms:created>
  <dcterms:modified xsi:type="dcterms:W3CDTF">2020-01-03T08:45:00Z</dcterms:modified>
</cp:coreProperties>
</file>